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021570" w14:textId="77777777" w:rsidR="00302193" w:rsidRDefault="008D248E">
      <w:r>
        <w:t>Name: ______________________________</w:t>
      </w:r>
      <w:r>
        <w:tab/>
      </w:r>
      <w:r>
        <w:tab/>
        <w:t>Period: ________</w:t>
      </w:r>
      <w:r>
        <w:tab/>
        <w:t>Date: _____________</w:t>
      </w:r>
    </w:p>
    <w:p w14:paraId="0DFD694B" w14:textId="77777777" w:rsidR="008D248E" w:rsidRDefault="008D248E"/>
    <w:p w14:paraId="4DBD229C" w14:textId="1416F408" w:rsidR="004228D7" w:rsidRDefault="004228D7" w:rsidP="004228D7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Matter and Mixtures </w:t>
      </w:r>
      <w:r w:rsidR="00F6611C">
        <w:rPr>
          <w:b/>
          <w:sz w:val="44"/>
          <w:szCs w:val="44"/>
        </w:rPr>
        <w:t>Practice</w:t>
      </w:r>
      <w:r w:rsidR="005245F6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Quiz</w:t>
      </w:r>
    </w:p>
    <w:p w14:paraId="16ACCAFE" w14:textId="77777777" w:rsidR="005245F6" w:rsidRPr="004228D7" w:rsidRDefault="005245F6" w:rsidP="005245F6">
      <w:pPr>
        <w:rPr>
          <w:b/>
        </w:rPr>
      </w:pPr>
    </w:p>
    <w:p w14:paraId="18ED6311" w14:textId="77777777" w:rsidR="00CA7882" w:rsidRDefault="00CA7882" w:rsidP="00CA7882">
      <w:pPr>
        <w:pStyle w:val="ListParagraph"/>
        <w:numPr>
          <w:ilvl w:val="0"/>
          <w:numId w:val="2"/>
        </w:numPr>
        <w:spacing w:line="360" w:lineRule="auto"/>
      </w:pPr>
      <w:r>
        <w:t>Classify the following as a homogenous or heterogeneous mixture.</w:t>
      </w:r>
    </w:p>
    <w:p w14:paraId="65FE47CF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  <w:sectPr w:rsidR="00CA7882" w:rsidSect="008D248E">
          <w:pgSz w:w="12240" w:h="15840"/>
          <w:pgMar w:top="720" w:right="1440" w:bottom="1080" w:left="1440" w:header="720" w:footer="720" w:gutter="0"/>
          <w:cols w:space="720"/>
          <w:docGrid w:linePitch="360"/>
        </w:sectPr>
      </w:pPr>
    </w:p>
    <w:p w14:paraId="6715B8B9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lastRenderedPageBreak/>
        <w:t>______A bucket of sand and water</w:t>
      </w:r>
    </w:p>
    <w:p w14:paraId="475C79F5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t>______Air</w:t>
      </w:r>
    </w:p>
    <w:p w14:paraId="41BF834C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lastRenderedPageBreak/>
        <w:t>______Human blood</w:t>
      </w:r>
    </w:p>
    <w:p w14:paraId="6B1CC589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t>______Chocolate syrup</w:t>
      </w:r>
    </w:p>
    <w:p w14:paraId="49D30B2F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t>______Sea water</w:t>
      </w:r>
    </w:p>
    <w:p w14:paraId="4060F200" w14:textId="77777777" w:rsidR="00CA7882" w:rsidRDefault="00CA7882" w:rsidP="00CA7882">
      <w:pPr>
        <w:pStyle w:val="ListParagraph"/>
        <w:numPr>
          <w:ilvl w:val="0"/>
          <w:numId w:val="2"/>
        </w:numPr>
        <w:spacing w:line="360" w:lineRule="auto"/>
        <w:sectPr w:rsidR="00CA7882" w:rsidSect="00047CF4">
          <w:type w:val="continuous"/>
          <w:pgSz w:w="12240" w:h="15840"/>
          <w:pgMar w:top="720" w:right="1440" w:bottom="1080" w:left="1440" w:header="720" w:footer="720" w:gutter="0"/>
          <w:cols w:num="2" w:space="720"/>
          <w:docGrid w:linePitch="360"/>
        </w:sectPr>
      </w:pPr>
    </w:p>
    <w:p w14:paraId="6230C15D" w14:textId="77777777" w:rsidR="00CA7882" w:rsidRDefault="00CA7882" w:rsidP="00CA7882">
      <w:pPr>
        <w:pStyle w:val="ListParagraph"/>
        <w:numPr>
          <w:ilvl w:val="0"/>
          <w:numId w:val="2"/>
        </w:numPr>
        <w:spacing w:line="360" w:lineRule="auto"/>
      </w:pPr>
      <w:r>
        <w:lastRenderedPageBreak/>
        <w:t>Classify each of the following as an element or a compound.</w:t>
      </w:r>
    </w:p>
    <w:p w14:paraId="0377050D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  <w:sectPr w:rsidR="00CA7882" w:rsidSect="00047CF4">
          <w:type w:val="continuous"/>
          <w:pgSz w:w="12240" w:h="15840"/>
          <w:pgMar w:top="720" w:right="1440" w:bottom="1080" w:left="1440" w:header="720" w:footer="720" w:gutter="0"/>
          <w:cols w:space="720"/>
          <w:docGrid w:linePitch="360"/>
        </w:sectPr>
      </w:pPr>
    </w:p>
    <w:p w14:paraId="0809654B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lastRenderedPageBreak/>
        <w:t>______Benzene, C</w:t>
      </w:r>
      <w:r w:rsidRPr="00F86A58">
        <w:rPr>
          <w:vertAlign w:val="subscript"/>
        </w:rPr>
        <w:t>6</w:t>
      </w:r>
      <w:r>
        <w:t>H</w:t>
      </w:r>
      <w:r w:rsidRPr="00F86A58">
        <w:rPr>
          <w:vertAlign w:val="subscript"/>
        </w:rPr>
        <w:t>6</w:t>
      </w:r>
    </w:p>
    <w:p w14:paraId="6B7FB01B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t>______Aluminum, Al</w:t>
      </w:r>
    </w:p>
    <w:p w14:paraId="1C93EF0D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t>______Fluorine, F</w:t>
      </w:r>
      <w:r w:rsidRPr="00F86A58">
        <w:rPr>
          <w:vertAlign w:val="subscript"/>
        </w:rPr>
        <w:t>2</w:t>
      </w:r>
    </w:p>
    <w:p w14:paraId="72468748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t>______Aspirin, C</w:t>
      </w:r>
      <w:r w:rsidRPr="00F86A58">
        <w:rPr>
          <w:vertAlign w:val="subscript"/>
        </w:rPr>
        <w:t>9</w:t>
      </w:r>
      <w:r>
        <w:t>H</w:t>
      </w:r>
      <w:r w:rsidRPr="00F86A58">
        <w:rPr>
          <w:vertAlign w:val="subscript"/>
        </w:rPr>
        <w:t>8</w:t>
      </w:r>
      <w:r>
        <w:t>O</w:t>
      </w:r>
      <w:r w:rsidRPr="00F86A58">
        <w:rPr>
          <w:vertAlign w:val="subscript"/>
        </w:rPr>
        <w:t>4</w:t>
      </w:r>
    </w:p>
    <w:p w14:paraId="16C0D2E4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lastRenderedPageBreak/>
        <w:t xml:space="preserve">______Titanium, </w:t>
      </w:r>
      <w:proofErr w:type="spellStart"/>
      <w:r>
        <w:t>Ti</w:t>
      </w:r>
      <w:proofErr w:type="spellEnd"/>
    </w:p>
    <w:p w14:paraId="7E672082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t>______Acetylene, C</w:t>
      </w:r>
      <w:r w:rsidRPr="00F86A58">
        <w:rPr>
          <w:vertAlign w:val="subscript"/>
        </w:rPr>
        <w:t>2</w:t>
      </w:r>
      <w:r>
        <w:t>H</w:t>
      </w:r>
      <w:r w:rsidRPr="00F86A58">
        <w:rPr>
          <w:vertAlign w:val="subscript"/>
        </w:rPr>
        <w:t>2</w:t>
      </w:r>
    </w:p>
    <w:p w14:paraId="55571775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t>______Zinc, Zn</w:t>
      </w:r>
    </w:p>
    <w:p w14:paraId="092BC3A4" w14:textId="77777777" w:rsidR="00CA7882" w:rsidRDefault="00CA7882" w:rsidP="00CA7882">
      <w:pPr>
        <w:spacing w:line="360" w:lineRule="auto"/>
        <w:sectPr w:rsidR="00CA7882" w:rsidSect="00047CF4">
          <w:type w:val="continuous"/>
          <w:pgSz w:w="12240" w:h="15840"/>
          <w:pgMar w:top="720" w:right="1440" w:bottom="1080" w:left="1440" w:header="720" w:footer="720" w:gutter="0"/>
          <w:cols w:num="2" w:space="720"/>
          <w:docGrid w:linePitch="360"/>
        </w:sectPr>
      </w:pPr>
    </w:p>
    <w:p w14:paraId="6EFD1FC6" w14:textId="77777777" w:rsidR="00CA7882" w:rsidRDefault="00CA7882" w:rsidP="00CA7882">
      <w:pPr>
        <w:pStyle w:val="ListParagraph"/>
        <w:numPr>
          <w:ilvl w:val="0"/>
          <w:numId w:val="2"/>
        </w:numPr>
        <w:spacing w:line="360" w:lineRule="auto"/>
      </w:pPr>
      <w:r>
        <w:lastRenderedPageBreak/>
        <w:t>Determine which of the following are pure substances and which are mixtures.</w:t>
      </w:r>
    </w:p>
    <w:p w14:paraId="7FB8EDC8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  <w:sectPr w:rsidR="00CA7882" w:rsidSect="00047CF4">
          <w:type w:val="continuous"/>
          <w:pgSz w:w="12240" w:h="15840"/>
          <w:pgMar w:top="720" w:right="1440" w:bottom="1080" w:left="1440" w:header="720" w:footer="720" w:gutter="0"/>
          <w:cols w:space="720"/>
          <w:docGrid w:linePitch="360"/>
        </w:sectPr>
      </w:pPr>
    </w:p>
    <w:p w14:paraId="7486FF6C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lastRenderedPageBreak/>
        <w:t>______Salt water</w:t>
      </w:r>
    </w:p>
    <w:p w14:paraId="7A01D67B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t>______Isopropyl alcohol, C</w:t>
      </w:r>
      <w:r w:rsidRPr="00F86A58">
        <w:rPr>
          <w:vertAlign w:val="subscript"/>
        </w:rPr>
        <w:t>3</w:t>
      </w:r>
      <w:r>
        <w:t>H</w:t>
      </w:r>
      <w:r w:rsidRPr="00F86A58">
        <w:rPr>
          <w:vertAlign w:val="subscript"/>
        </w:rPr>
        <w:t>8</w:t>
      </w:r>
      <w:r>
        <w:t>O</w:t>
      </w:r>
    </w:p>
    <w:p w14:paraId="338E1D74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t>______Mercury, Hg</w:t>
      </w:r>
    </w:p>
    <w:p w14:paraId="6E0CACDA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lastRenderedPageBreak/>
        <w:t>______Ammonia, NH</w:t>
      </w:r>
      <w:r w:rsidRPr="00F86A58">
        <w:rPr>
          <w:vertAlign w:val="subscript"/>
        </w:rPr>
        <w:t>3</w:t>
      </w:r>
    </w:p>
    <w:p w14:paraId="77500C7F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t>______An egg yolk</w:t>
      </w:r>
    </w:p>
    <w:p w14:paraId="54FC5427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t>______Honey</w:t>
      </w:r>
    </w:p>
    <w:p w14:paraId="6F354B49" w14:textId="77777777" w:rsidR="00CA7882" w:rsidRDefault="00CA7882" w:rsidP="00CA7882">
      <w:pPr>
        <w:pStyle w:val="ListParagraph"/>
        <w:numPr>
          <w:ilvl w:val="0"/>
          <w:numId w:val="2"/>
        </w:numPr>
        <w:spacing w:line="360" w:lineRule="auto"/>
        <w:sectPr w:rsidR="00CA7882" w:rsidSect="00047CF4">
          <w:type w:val="continuous"/>
          <w:pgSz w:w="12240" w:h="15840"/>
          <w:pgMar w:top="720" w:right="1440" w:bottom="1080" w:left="1440" w:header="720" w:footer="720" w:gutter="0"/>
          <w:cols w:num="2" w:space="720"/>
          <w:docGrid w:linePitch="360"/>
        </w:sectPr>
      </w:pPr>
    </w:p>
    <w:p w14:paraId="6A9617AB" w14:textId="77777777" w:rsidR="00CA7882" w:rsidRDefault="00CA7882" w:rsidP="00CA7882">
      <w:pPr>
        <w:pStyle w:val="ListParagraph"/>
        <w:numPr>
          <w:ilvl w:val="0"/>
          <w:numId w:val="2"/>
        </w:numPr>
        <w:spacing w:line="360" w:lineRule="auto"/>
      </w:pPr>
      <w:r>
        <w:lastRenderedPageBreak/>
        <w:t>Classify each of the following as a physical or chemical property of sulfur.</w:t>
      </w:r>
    </w:p>
    <w:p w14:paraId="1B16E78B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  <w:sectPr w:rsidR="00CA7882" w:rsidSect="00047CF4">
          <w:type w:val="continuous"/>
          <w:pgSz w:w="12240" w:h="15840"/>
          <w:pgMar w:top="720" w:right="1440" w:bottom="1080" w:left="1440" w:header="720" w:footer="720" w:gutter="0"/>
          <w:cols w:space="720"/>
          <w:docGrid w:linePitch="360"/>
        </w:sectPr>
      </w:pPr>
    </w:p>
    <w:p w14:paraId="58BD92F7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lastRenderedPageBreak/>
        <w:t>______Its density is 2.97 g/cm</w:t>
      </w:r>
      <w:r w:rsidRPr="00CA7882">
        <w:rPr>
          <w:vertAlign w:val="superscript"/>
        </w:rPr>
        <w:t>3</w:t>
      </w:r>
    </w:p>
    <w:p w14:paraId="7BBBF4E7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t>______It reacts with hydrogen to form a gas</w:t>
      </w:r>
    </w:p>
    <w:p w14:paraId="74AF46B0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t>______It is a yellow solid</w:t>
      </w:r>
    </w:p>
    <w:p w14:paraId="0337C90C" w14:textId="77777777" w:rsidR="00CA7882" w:rsidRPr="006214EC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lastRenderedPageBreak/>
        <w:t xml:space="preserve">______Its melting point is </w:t>
      </w:r>
      <w:r w:rsidRPr="00CA7882">
        <w:rPr>
          <w:rFonts w:ascii="Calibri" w:hAnsi="Calibri"/>
        </w:rPr>
        <w:t>112</w:t>
      </w:r>
      <w:r w:rsidRPr="00CA7882">
        <w:rPr>
          <w:rFonts w:ascii="Calibri" w:eastAsia="Times New Roman" w:hAnsi="Calibri" w:cs="Times New Roman"/>
        </w:rPr>
        <w:t>°C</w:t>
      </w:r>
    </w:p>
    <w:p w14:paraId="0E28959F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t>______It combines with oxygen</w:t>
      </w:r>
    </w:p>
    <w:p w14:paraId="4600BA73" w14:textId="77777777" w:rsidR="00CA7882" w:rsidRDefault="00CA7882" w:rsidP="00CA7882">
      <w:pPr>
        <w:pStyle w:val="ListParagraph"/>
        <w:numPr>
          <w:ilvl w:val="0"/>
          <w:numId w:val="2"/>
        </w:numPr>
        <w:spacing w:line="360" w:lineRule="auto"/>
        <w:sectPr w:rsidR="00CA7882" w:rsidSect="00047CF4">
          <w:type w:val="continuous"/>
          <w:pgSz w:w="12240" w:h="15840"/>
          <w:pgMar w:top="720" w:right="1440" w:bottom="1080" w:left="1440" w:header="720" w:footer="720" w:gutter="0"/>
          <w:cols w:num="2" w:space="720"/>
          <w:docGrid w:linePitch="360"/>
        </w:sectPr>
      </w:pPr>
    </w:p>
    <w:p w14:paraId="24FD9569" w14:textId="77777777" w:rsidR="00CA7882" w:rsidRDefault="00CA7882" w:rsidP="00CA7882">
      <w:pPr>
        <w:pStyle w:val="ListParagraph"/>
        <w:numPr>
          <w:ilvl w:val="0"/>
          <w:numId w:val="2"/>
        </w:numPr>
        <w:spacing w:line="360" w:lineRule="auto"/>
      </w:pPr>
      <w:r>
        <w:lastRenderedPageBreak/>
        <w:t xml:space="preserve">  Classify each of the following as a physical change or a chemical change.</w:t>
      </w:r>
    </w:p>
    <w:p w14:paraId="2F59A97F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  <w:sectPr w:rsidR="00CA7882" w:rsidSect="00047CF4">
          <w:type w:val="continuous"/>
          <w:pgSz w:w="12240" w:h="15840"/>
          <w:pgMar w:top="720" w:right="1440" w:bottom="1080" w:left="1440" w:header="720" w:footer="720" w:gutter="0"/>
          <w:cols w:space="720"/>
          <w:docGrid w:linePitch="360"/>
        </w:sectPr>
      </w:pPr>
    </w:p>
    <w:p w14:paraId="1DC84A80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lastRenderedPageBreak/>
        <w:t>______</w:t>
      </w:r>
      <w:proofErr w:type="spellStart"/>
      <w:r>
        <w:t>NaCl</w:t>
      </w:r>
      <w:proofErr w:type="spellEnd"/>
      <w:r>
        <w:t xml:space="preserve"> (table salt) dissolves in water</w:t>
      </w:r>
    </w:p>
    <w:p w14:paraId="27DED06A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t>______Silver tarnishes</w:t>
      </w:r>
    </w:p>
    <w:p w14:paraId="29EE4A07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t>______An apple is cut</w:t>
      </w:r>
    </w:p>
    <w:p w14:paraId="359AA804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t>______Heat changes H</w:t>
      </w:r>
      <w:r w:rsidRPr="003212FA">
        <w:rPr>
          <w:vertAlign w:val="subscript"/>
        </w:rPr>
        <w:t>2</w:t>
      </w:r>
      <w:r>
        <w:t>O to steam</w:t>
      </w:r>
    </w:p>
    <w:p w14:paraId="092C6125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t>______Baking soda reacts with vinegar</w:t>
      </w:r>
    </w:p>
    <w:p w14:paraId="06978B0E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lastRenderedPageBreak/>
        <w:t>______Iron rusts</w:t>
      </w:r>
    </w:p>
    <w:p w14:paraId="7EBE5DEA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t>______Ice melts</w:t>
      </w:r>
    </w:p>
    <w:p w14:paraId="6825E54C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t>______Milk sours</w:t>
      </w:r>
    </w:p>
    <w:p w14:paraId="10DA883A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t>______Pancakes cook</w:t>
      </w:r>
    </w:p>
    <w:p w14:paraId="2AA8D6F6" w14:textId="77777777" w:rsidR="00CA7882" w:rsidRDefault="00CA7882" w:rsidP="00CA7882">
      <w:pPr>
        <w:pStyle w:val="ListParagraph"/>
        <w:numPr>
          <w:ilvl w:val="1"/>
          <w:numId w:val="2"/>
        </w:numPr>
        <w:spacing w:line="360" w:lineRule="auto"/>
      </w:pPr>
      <w:r>
        <w:t>______Paper towel absorbs water</w:t>
      </w:r>
    </w:p>
    <w:p w14:paraId="2A4B768E" w14:textId="77777777" w:rsidR="00CA7882" w:rsidRDefault="00CA7882" w:rsidP="00CA7882">
      <w:pPr>
        <w:spacing w:line="360" w:lineRule="auto"/>
        <w:sectPr w:rsidR="00CA7882" w:rsidSect="00C06E2D">
          <w:type w:val="continuous"/>
          <w:pgSz w:w="12240" w:h="15840"/>
          <w:pgMar w:top="720" w:right="1440" w:bottom="1080" w:left="1440" w:header="720" w:footer="720" w:gutter="0"/>
          <w:cols w:num="2" w:space="720"/>
          <w:docGrid w:linePitch="360"/>
        </w:sectPr>
      </w:pPr>
    </w:p>
    <w:p w14:paraId="0571C3BA" w14:textId="77777777" w:rsidR="004228D7" w:rsidRDefault="004228D7" w:rsidP="004228D7">
      <w:pPr>
        <w:spacing w:line="360" w:lineRule="auto"/>
        <w:sectPr w:rsidR="004228D7" w:rsidSect="008A0054">
          <w:type w:val="continuous"/>
          <w:pgSz w:w="12240" w:h="15840"/>
          <w:pgMar w:top="720" w:right="1440" w:bottom="1080" w:left="1440" w:header="720" w:footer="720" w:gutter="0"/>
          <w:cols w:num="2" w:space="720"/>
          <w:docGrid w:linePitch="360"/>
        </w:sectPr>
      </w:pPr>
    </w:p>
    <w:p w14:paraId="0F05D8FD" w14:textId="3464B4E0" w:rsidR="0042102A" w:rsidRDefault="0042102A" w:rsidP="00CA7882">
      <w:pPr>
        <w:sectPr w:rsidR="0042102A" w:rsidSect="008A0054">
          <w:type w:val="continuous"/>
          <w:pgSz w:w="12240" w:h="15840"/>
          <w:pgMar w:top="720" w:right="1440" w:bottom="1080" w:left="1440" w:header="720" w:footer="720" w:gutter="0"/>
          <w:cols w:space="720"/>
          <w:docGrid w:linePitch="360"/>
        </w:sectPr>
      </w:pPr>
    </w:p>
    <w:p w14:paraId="28E64078" w14:textId="77777777" w:rsidR="0042102A" w:rsidRDefault="008A0054" w:rsidP="0042102A">
      <w:pPr>
        <w:pStyle w:val="ListParagraph"/>
        <w:numPr>
          <w:ilvl w:val="0"/>
          <w:numId w:val="2"/>
        </w:numPr>
      </w:pPr>
      <w:r>
        <w:lastRenderedPageBreak/>
        <w:t xml:space="preserve">Classify </w:t>
      </w:r>
      <w:r w:rsidR="004228D7">
        <w:t>each of the pictures below by placing the correct label in the corresponding blank for each picture</w:t>
      </w:r>
      <w:r w:rsidR="0042102A">
        <w:t>. Then, write a chemical formula for each substance using the Key and methods we used in class.</w:t>
      </w:r>
    </w:p>
    <w:p w14:paraId="5644F082" w14:textId="77777777" w:rsidR="0042102A" w:rsidRDefault="0042102A" w:rsidP="0042102A">
      <w:pPr>
        <w:ind w:left="720" w:firstLine="720"/>
        <w:sectPr w:rsidR="0042102A" w:rsidSect="004228D7">
          <w:type w:val="continuous"/>
          <w:pgSz w:w="12240" w:h="15840"/>
          <w:pgMar w:top="720" w:right="1440" w:bottom="1080" w:left="1440" w:header="720" w:footer="720" w:gutter="0"/>
          <w:cols w:space="720"/>
          <w:docGrid w:linePitch="360"/>
        </w:sectPr>
      </w:pPr>
    </w:p>
    <w:p w14:paraId="458C7354" w14:textId="1E204006" w:rsidR="004228D7" w:rsidRDefault="004228D7" w:rsidP="0042102A">
      <w:pPr>
        <w:ind w:left="720" w:firstLine="720"/>
      </w:pPr>
      <w:r>
        <w:t>A = element</w:t>
      </w:r>
    </w:p>
    <w:p w14:paraId="3831322F" w14:textId="77777777" w:rsidR="004228D7" w:rsidRDefault="004228D7" w:rsidP="004228D7">
      <w:pPr>
        <w:ind w:left="720"/>
      </w:pPr>
      <w:r>
        <w:tab/>
        <w:t>B = compound</w:t>
      </w:r>
    </w:p>
    <w:p w14:paraId="525F18A7" w14:textId="140E9EE9" w:rsidR="004228D7" w:rsidRDefault="004228D7" w:rsidP="0042102A">
      <w:pPr>
        <w:spacing w:line="276" w:lineRule="auto"/>
        <w:ind w:left="720" w:firstLine="720"/>
      </w:pPr>
      <w:r>
        <w:t>C = mixture of elements</w:t>
      </w:r>
    </w:p>
    <w:p w14:paraId="2541A7DF" w14:textId="77777777" w:rsidR="004228D7" w:rsidRDefault="004228D7" w:rsidP="0042102A">
      <w:pPr>
        <w:ind w:firstLine="720"/>
      </w:pPr>
      <w:r>
        <w:t>D = mixture of compounds</w:t>
      </w:r>
    </w:p>
    <w:p w14:paraId="402007A8" w14:textId="56333166" w:rsidR="00B00105" w:rsidRDefault="004228D7" w:rsidP="0042102A">
      <w:pPr>
        <w:ind w:left="720"/>
      </w:pPr>
      <w:r>
        <w:t>E = m</w:t>
      </w:r>
      <w:r w:rsidR="0042102A">
        <w:t>ixture of elements and compounds</w:t>
      </w:r>
    </w:p>
    <w:p w14:paraId="242D3388" w14:textId="77777777" w:rsidR="00CA7882" w:rsidRDefault="00CA7882" w:rsidP="0042102A">
      <w:pPr>
        <w:spacing w:line="276" w:lineRule="auto"/>
        <w:jc w:val="both"/>
        <w:rPr>
          <w:b/>
        </w:rPr>
        <w:sectPr w:rsidR="00CA7882" w:rsidSect="00CA7882">
          <w:type w:val="continuous"/>
          <w:pgSz w:w="12240" w:h="15840"/>
          <w:pgMar w:top="720" w:right="1440" w:bottom="1080" w:left="1440" w:header="720" w:footer="720" w:gutter="0"/>
          <w:cols w:num="2" w:space="720"/>
          <w:docGrid w:linePitch="360"/>
        </w:sectPr>
      </w:pPr>
    </w:p>
    <w:p w14:paraId="74D0A26E" w14:textId="1F26879C" w:rsidR="0042102A" w:rsidRDefault="00CA7882" w:rsidP="00CA7882">
      <w:pPr>
        <w:spacing w:line="276" w:lineRule="auto"/>
        <w:jc w:val="center"/>
        <w:rPr>
          <w:b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00D41C31" wp14:editId="50B13717">
            <wp:extent cx="3934156" cy="3708266"/>
            <wp:effectExtent l="0" t="0" r="3175" b="635"/>
            <wp:docPr id="1" name="Picture 1" descr="../../../../var/folders/zt/d1hbnr5x0x51dr1gtt_xwm3h0000gn/T/com.skitch.skitch/DMD3531D3AD-515D-4A27-A2D6-7F6E70D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var/folders/zt/d1hbnr5x0x51dr1gtt_xwm3h0000gn/T/com.skitch.skitch/DMD3531D3AD-515D-4A27-A2D6-7F6E70D16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7995" cy="3730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6429E" w14:textId="77777777" w:rsidR="00CA7882" w:rsidRDefault="00CA7882" w:rsidP="0042102A">
      <w:pPr>
        <w:spacing w:line="276" w:lineRule="auto"/>
        <w:jc w:val="both"/>
        <w:rPr>
          <w:b/>
        </w:rPr>
        <w:sectPr w:rsidR="00CA7882" w:rsidSect="00CA7882">
          <w:type w:val="continuous"/>
          <w:pgSz w:w="12240" w:h="15840"/>
          <w:pgMar w:top="720" w:right="1440" w:bottom="1080" w:left="1440" w:header="720" w:footer="720" w:gutter="0"/>
          <w:cols w:space="720"/>
          <w:docGrid w:linePitch="360"/>
        </w:sectPr>
      </w:pPr>
    </w:p>
    <w:p w14:paraId="3245143F" w14:textId="77777777" w:rsidR="00CA7882" w:rsidRDefault="00CA7882" w:rsidP="0042102A">
      <w:pPr>
        <w:jc w:val="both"/>
        <w:rPr>
          <w:b/>
        </w:rPr>
        <w:sectPr w:rsidR="00CA7882" w:rsidSect="004228D7">
          <w:type w:val="continuous"/>
          <w:pgSz w:w="12240" w:h="15840"/>
          <w:pgMar w:top="720" w:right="1440" w:bottom="108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2"/>
        <w:gridCol w:w="2340"/>
        <w:gridCol w:w="5018"/>
      </w:tblGrid>
      <w:tr w:rsidR="0042102A" w14:paraId="51F5BF4C" w14:textId="77777777" w:rsidTr="0042102A">
        <w:tc>
          <w:tcPr>
            <w:tcW w:w="1992" w:type="dxa"/>
          </w:tcPr>
          <w:p w14:paraId="2D274528" w14:textId="3CEEDA9A" w:rsidR="0042102A" w:rsidRPr="0042102A" w:rsidRDefault="0042102A" w:rsidP="0042102A">
            <w:pPr>
              <w:jc w:val="both"/>
              <w:rPr>
                <w:b/>
              </w:rPr>
            </w:pPr>
            <w:r w:rsidRPr="0042102A">
              <w:rPr>
                <w:b/>
              </w:rPr>
              <w:t>Diagram Number</w:t>
            </w:r>
          </w:p>
        </w:tc>
        <w:tc>
          <w:tcPr>
            <w:tcW w:w="2340" w:type="dxa"/>
          </w:tcPr>
          <w:p w14:paraId="5694D909" w14:textId="7153E0A5" w:rsidR="0042102A" w:rsidRPr="0042102A" w:rsidRDefault="0042102A" w:rsidP="0042102A">
            <w:pPr>
              <w:jc w:val="both"/>
              <w:rPr>
                <w:b/>
              </w:rPr>
            </w:pPr>
            <w:r w:rsidRPr="0042102A">
              <w:rPr>
                <w:b/>
              </w:rPr>
              <w:t>Classification (A-E)</w:t>
            </w:r>
          </w:p>
        </w:tc>
        <w:tc>
          <w:tcPr>
            <w:tcW w:w="5018" w:type="dxa"/>
          </w:tcPr>
          <w:p w14:paraId="27570F61" w14:textId="39DE20E3" w:rsidR="0042102A" w:rsidRPr="0042102A" w:rsidRDefault="0042102A" w:rsidP="0042102A">
            <w:pPr>
              <w:jc w:val="both"/>
              <w:rPr>
                <w:b/>
              </w:rPr>
            </w:pPr>
            <w:r w:rsidRPr="0042102A">
              <w:rPr>
                <w:b/>
              </w:rPr>
              <w:t>Chemical Formula (ex: 4 Lb</w:t>
            </w:r>
            <w:r w:rsidRPr="0042102A">
              <w:rPr>
                <w:b/>
                <w:vertAlign w:val="subscript"/>
              </w:rPr>
              <w:t>3</w:t>
            </w:r>
            <w:r w:rsidRPr="0042102A">
              <w:rPr>
                <w:b/>
              </w:rPr>
              <w:t>)</w:t>
            </w:r>
          </w:p>
        </w:tc>
      </w:tr>
      <w:tr w:rsidR="0042102A" w14:paraId="40AA60DA" w14:textId="77777777" w:rsidTr="0042102A">
        <w:tc>
          <w:tcPr>
            <w:tcW w:w="1992" w:type="dxa"/>
            <w:vAlign w:val="center"/>
          </w:tcPr>
          <w:p w14:paraId="5BB8B640" w14:textId="05299A96" w:rsidR="0042102A" w:rsidRPr="0042102A" w:rsidRDefault="0042102A" w:rsidP="0042102A">
            <w:pPr>
              <w:rPr>
                <w:sz w:val="32"/>
              </w:rPr>
            </w:pPr>
            <w:r w:rsidRPr="0042102A">
              <w:rPr>
                <w:sz w:val="32"/>
              </w:rPr>
              <w:t>1</w:t>
            </w:r>
          </w:p>
        </w:tc>
        <w:tc>
          <w:tcPr>
            <w:tcW w:w="2340" w:type="dxa"/>
          </w:tcPr>
          <w:p w14:paraId="19A0838D" w14:textId="77777777" w:rsidR="0042102A" w:rsidRDefault="0042102A" w:rsidP="0042102A">
            <w:pPr>
              <w:jc w:val="both"/>
            </w:pPr>
          </w:p>
          <w:p w14:paraId="5834A7D0" w14:textId="77777777" w:rsidR="0042102A" w:rsidRDefault="0042102A" w:rsidP="0042102A">
            <w:pPr>
              <w:jc w:val="both"/>
            </w:pPr>
          </w:p>
        </w:tc>
        <w:tc>
          <w:tcPr>
            <w:tcW w:w="5018" w:type="dxa"/>
          </w:tcPr>
          <w:p w14:paraId="7716CC59" w14:textId="77777777" w:rsidR="0042102A" w:rsidRDefault="0042102A" w:rsidP="0042102A">
            <w:pPr>
              <w:jc w:val="both"/>
            </w:pPr>
          </w:p>
        </w:tc>
      </w:tr>
      <w:tr w:rsidR="0042102A" w14:paraId="5436B4AA" w14:textId="77777777" w:rsidTr="0042102A">
        <w:tc>
          <w:tcPr>
            <w:tcW w:w="1992" w:type="dxa"/>
            <w:vAlign w:val="center"/>
          </w:tcPr>
          <w:p w14:paraId="63526209" w14:textId="281C0F8F" w:rsidR="0042102A" w:rsidRPr="0042102A" w:rsidRDefault="0042102A" w:rsidP="0042102A">
            <w:pPr>
              <w:rPr>
                <w:sz w:val="32"/>
              </w:rPr>
            </w:pPr>
            <w:r w:rsidRPr="0042102A">
              <w:rPr>
                <w:sz w:val="32"/>
              </w:rPr>
              <w:t>2</w:t>
            </w:r>
          </w:p>
        </w:tc>
        <w:tc>
          <w:tcPr>
            <w:tcW w:w="2340" w:type="dxa"/>
          </w:tcPr>
          <w:p w14:paraId="3DE37EF5" w14:textId="77777777" w:rsidR="0042102A" w:rsidRDefault="0042102A" w:rsidP="0042102A">
            <w:pPr>
              <w:jc w:val="both"/>
            </w:pPr>
          </w:p>
          <w:p w14:paraId="6A87E11D" w14:textId="77777777" w:rsidR="0042102A" w:rsidRDefault="0042102A" w:rsidP="0042102A">
            <w:pPr>
              <w:jc w:val="both"/>
            </w:pPr>
          </w:p>
        </w:tc>
        <w:tc>
          <w:tcPr>
            <w:tcW w:w="5018" w:type="dxa"/>
          </w:tcPr>
          <w:p w14:paraId="79D3FA4F" w14:textId="77777777" w:rsidR="0042102A" w:rsidRDefault="0042102A" w:rsidP="0042102A">
            <w:pPr>
              <w:jc w:val="both"/>
            </w:pPr>
          </w:p>
        </w:tc>
      </w:tr>
      <w:tr w:rsidR="0042102A" w14:paraId="27ED394C" w14:textId="77777777" w:rsidTr="0042102A">
        <w:tc>
          <w:tcPr>
            <w:tcW w:w="1992" w:type="dxa"/>
            <w:vAlign w:val="center"/>
          </w:tcPr>
          <w:p w14:paraId="51BDC349" w14:textId="578DBB16" w:rsidR="0042102A" w:rsidRPr="0042102A" w:rsidRDefault="0042102A" w:rsidP="0042102A">
            <w:pPr>
              <w:rPr>
                <w:sz w:val="32"/>
              </w:rPr>
            </w:pPr>
            <w:r w:rsidRPr="0042102A">
              <w:rPr>
                <w:sz w:val="32"/>
              </w:rPr>
              <w:t>3</w:t>
            </w:r>
          </w:p>
        </w:tc>
        <w:tc>
          <w:tcPr>
            <w:tcW w:w="2340" w:type="dxa"/>
          </w:tcPr>
          <w:p w14:paraId="5B8A4276" w14:textId="77777777" w:rsidR="0042102A" w:rsidRDefault="0042102A" w:rsidP="0042102A">
            <w:pPr>
              <w:jc w:val="both"/>
            </w:pPr>
          </w:p>
          <w:p w14:paraId="77F9A613" w14:textId="77777777" w:rsidR="0042102A" w:rsidRDefault="0042102A" w:rsidP="0042102A">
            <w:pPr>
              <w:jc w:val="both"/>
            </w:pPr>
          </w:p>
        </w:tc>
        <w:tc>
          <w:tcPr>
            <w:tcW w:w="5018" w:type="dxa"/>
          </w:tcPr>
          <w:p w14:paraId="3F652FF2" w14:textId="77777777" w:rsidR="0042102A" w:rsidRDefault="0042102A" w:rsidP="0042102A">
            <w:pPr>
              <w:jc w:val="both"/>
            </w:pPr>
          </w:p>
        </w:tc>
      </w:tr>
      <w:tr w:rsidR="0042102A" w14:paraId="2BD6AB55" w14:textId="77777777" w:rsidTr="0042102A">
        <w:tc>
          <w:tcPr>
            <w:tcW w:w="1992" w:type="dxa"/>
            <w:vAlign w:val="center"/>
          </w:tcPr>
          <w:p w14:paraId="52BBDF0B" w14:textId="734F2889" w:rsidR="0042102A" w:rsidRPr="0042102A" w:rsidRDefault="0042102A" w:rsidP="0042102A">
            <w:pPr>
              <w:rPr>
                <w:sz w:val="32"/>
              </w:rPr>
            </w:pPr>
            <w:r w:rsidRPr="0042102A">
              <w:rPr>
                <w:sz w:val="32"/>
              </w:rPr>
              <w:t>4</w:t>
            </w:r>
          </w:p>
        </w:tc>
        <w:tc>
          <w:tcPr>
            <w:tcW w:w="2340" w:type="dxa"/>
          </w:tcPr>
          <w:p w14:paraId="62249151" w14:textId="77777777" w:rsidR="0042102A" w:rsidRDefault="0042102A" w:rsidP="0042102A">
            <w:pPr>
              <w:jc w:val="both"/>
            </w:pPr>
          </w:p>
          <w:p w14:paraId="0C6878F3" w14:textId="77777777" w:rsidR="0042102A" w:rsidRDefault="0042102A" w:rsidP="0042102A">
            <w:pPr>
              <w:jc w:val="both"/>
            </w:pPr>
          </w:p>
        </w:tc>
        <w:tc>
          <w:tcPr>
            <w:tcW w:w="5018" w:type="dxa"/>
          </w:tcPr>
          <w:p w14:paraId="1EF4AE7D" w14:textId="77777777" w:rsidR="0042102A" w:rsidRDefault="0042102A" w:rsidP="0042102A">
            <w:pPr>
              <w:jc w:val="both"/>
            </w:pPr>
          </w:p>
        </w:tc>
      </w:tr>
      <w:tr w:rsidR="0042102A" w14:paraId="56D09AC1" w14:textId="77777777" w:rsidTr="0042102A">
        <w:tc>
          <w:tcPr>
            <w:tcW w:w="1992" w:type="dxa"/>
            <w:vAlign w:val="center"/>
          </w:tcPr>
          <w:p w14:paraId="65779F03" w14:textId="3ED2FF0A" w:rsidR="0042102A" w:rsidRPr="0042102A" w:rsidRDefault="0042102A" w:rsidP="0042102A">
            <w:pPr>
              <w:rPr>
                <w:sz w:val="32"/>
              </w:rPr>
            </w:pPr>
            <w:r w:rsidRPr="0042102A">
              <w:rPr>
                <w:sz w:val="32"/>
              </w:rPr>
              <w:t>5</w:t>
            </w:r>
          </w:p>
        </w:tc>
        <w:tc>
          <w:tcPr>
            <w:tcW w:w="2340" w:type="dxa"/>
          </w:tcPr>
          <w:p w14:paraId="2FE7B235" w14:textId="77777777" w:rsidR="0042102A" w:rsidRDefault="0042102A" w:rsidP="0042102A">
            <w:pPr>
              <w:jc w:val="both"/>
            </w:pPr>
          </w:p>
          <w:p w14:paraId="391C2CB4" w14:textId="77777777" w:rsidR="0042102A" w:rsidRDefault="0042102A" w:rsidP="0042102A">
            <w:pPr>
              <w:jc w:val="both"/>
            </w:pPr>
          </w:p>
        </w:tc>
        <w:tc>
          <w:tcPr>
            <w:tcW w:w="5018" w:type="dxa"/>
          </w:tcPr>
          <w:p w14:paraId="08EBBD7A" w14:textId="77777777" w:rsidR="0042102A" w:rsidRDefault="0042102A" w:rsidP="0042102A">
            <w:pPr>
              <w:jc w:val="both"/>
            </w:pPr>
          </w:p>
        </w:tc>
      </w:tr>
      <w:tr w:rsidR="0042102A" w14:paraId="1A4831CD" w14:textId="77777777" w:rsidTr="0042102A">
        <w:tc>
          <w:tcPr>
            <w:tcW w:w="1992" w:type="dxa"/>
            <w:vAlign w:val="center"/>
          </w:tcPr>
          <w:p w14:paraId="1BCDC91D" w14:textId="3F8EF26F" w:rsidR="0042102A" w:rsidRPr="0042102A" w:rsidRDefault="0042102A" w:rsidP="0042102A">
            <w:pPr>
              <w:rPr>
                <w:sz w:val="32"/>
              </w:rPr>
            </w:pPr>
            <w:r w:rsidRPr="0042102A">
              <w:rPr>
                <w:sz w:val="32"/>
              </w:rPr>
              <w:t>6</w:t>
            </w:r>
          </w:p>
        </w:tc>
        <w:tc>
          <w:tcPr>
            <w:tcW w:w="2340" w:type="dxa"/>
          </w:tcPr>
          <w:p w14:paraId="66AC76AA" w14:textId="77777777" w:rsidR="0042102A" w:rsidRDefault="0042102A" w:rsidP="0042102A">
            <w:pPr>
              <w:jc w:val="both"/>
            </w:pPr>
          </w:p>
          <w:p w14:paraId="40A91FB2" w14:textId="77777777" w:rsidR="0042102A" w:rsidRDefault="0042102A" w:rsidP="0042102A">
            <w:pPr>
              <w:jc w:val="both"/>
            </w:pPr>
          </w:p>
        </w:tc>
        <w:tc>
          <w:tcPr>
            <w:tcW w:w="5018" w:type="dxa"/>
          </w:tcPr>
          <w:p w14:paraId="3331D86A" w14:textId="77777777" w:rsidR="0042102A" w:rsidRDefault="0042102A" w:rsidP="0042102A">
            <w:pPr>
              <w:jc w:val="both"/>
            </w:pPr>
          </w:p>
        </w:tc>
      </w:tr>
      <w:tr w:rsidR="0042102A" w14:paraId="509A3FF6" w14:textId="77777777" w:rsidTr="0042102A">
        <w:tc>
          <w:tcPr>
            <w:tcW w:w="1992" w:type="dxa"/>
            <w:vAlign w:val="center"/>
          </w:tcPr>
          <w:p w14:paraId="5EAB5066" w14:textId="69F750F5" w:rsidR="0042102A" w:rsidRPr="0042102A" w:rsidRDefault="0042102A" w:rsidP="0042102A">
            <w:pPr>
              <w:rPr>
                <w:sz w:val="32"/>
              </w:rPr>
            </w:pPr>
            <w:r w:rsidRPr="0042102A">
              <w:rPr>
                <w:sz w:val="32"/>
              </w:rPr>
              <w:t>7</w:t>
            </w:r>
          </w:p>
        </w:tc>
        <w:tc>
          <w:tcPr>
            <w:tcW w:w="2340" w:type="dxa"/>
          </w:tcPr>
          <w:p w14:paraId="015148AE" w14:textId="77777777" w:rsidR="0042102A" w:rsidRDefault="0042102A" w:rsidP="0042102A">
            <w:pPr>
              <w:jc w:val="both"/>
            </w:pPr>
          </w:p>
          <w:p w14:paraId="6D384B78" w14:textId="77777777" w:rsidR="0042102A" w:rsidRDefault="0042102A" w:rsidP="0042102A">
            <w:pPr>
              <w:jc w:val="both"/>
            </w:pPr>
          </w:p>
        </w:tc>
        <w:tc>
          <w:tcPr>
            <w:tcW w:w="5018" w:type="dxa"/>
          </w:tcPr>
          <w:p w14:paraId="23B42272" w14:textId="77777777" w:rsidR="0042102A" w:rsidRDefault="0042102A" w:rsidP="0042102A">
            <w:pPr>
              <w:jc w:val="both"/>
            </w:pPr>
          </w:p>
        </w:tc>
      </w:tr>
      <w:tr w:rsidR="0042102A" w14:paraId="5B5ACD97" w14:textId="77777777" w:rsidTr="0042102A">
        <w:tc>
          <w:tcPr>
            <w:tcW w:w="1992" w:type="dxa"/>
            <w:vAlign w:val="center"/>
          </w:tcPr>
          <w:p w14:paraId="316EB572" w14:textId="4FE9AF87" w:rsidR="0042102A" w:rsidRPr="0042102A" w:rsidRDefault="0042102A" w:rsidP="0042102A">
            <w:pPr>
              <w:rPr>
                <w:sz w:val="32"/>
              </w:rPr>
            </w:pPr>
            <w:r w:rsidRPr="0042102A">
              <w:rPr>
                <w:sz w:val="32"/>
              </w:rPr>
              <w:t>8</w:t>
            </w:r>
          </w:p>
        </w:tc>
        <w:tc>
          <w:tcPr>
            <w:tcW w:w="2340" w:type="dxa"/>
          </w:tcPr>
          <w:p w14:paraId="4654F8FE" w14:textId="77777777" w:rsidR="0042102A" w:rsidRDefault="0042102A" w:rsidP="0042102A">
            <w:pPr>
              <w:jc w:val="both"/>
            </w:pPr>
          </w:p>
          <w:p w14:paraId="7F33A8FB" w14:textId="77777777" w:rsidR="0042102A" w:rsidRDefault="0042102A" w:rsidP="0042102A">
            <w:pPr>
              <w:jc w:val="both"/>
            </w:pPr>
          </w:p>
        </w:tc>
        <w:tc>
          <w:tcPr>
            <w:tcW w:w="5018" w:type="dxa"/>
          </w:tcPr>
          <w:p w14:paraId="7BE6ABD4" w14:textId="77777777" w:rsidR="0042102A" w:rsidRDefault="0042102A" w:rsidP="0042102A">
            <w:pPr>
              <w:jc w:val="both"/>
            </w:pPr>
          </w:p>
        </w:tc>
      </w:tr>
      <w:tr w:rsidR="0042102A" w14:paraId="6AB53F94" w14:textId="77777777" w:rsidTr="0042102A">
        <w:tc>
          <w:tcPr>
            <w:tcW w:w="1992" w:type="dxa"/>
            <w:vAlign w:val="center"/>
          </w:tcPr>
          <w:p w14:paraId="5BE96742" w14:textId="52FFB6CB" w:rsidR="0042102A" w:rsidRPr="0042102A" w:rsidRDefault="0042102A" w:rsidP="0042102A">
            <w:pPr>
              <w:rPr>
                <w:sz w:val="32"/>
              </w:rPr>
            </w:pPr>
            <w:r w:rsidRPr="0042102A">
              <w:rPr>
                <w:sz w:val="32"/>
              </w:rPr>
              <w:t>9</w:t>
            </w:r>
          </w:p>
        </w:tc>
        <w:tc>
          <w:tcPr>
            <w:tcW w:w="2340" w:type="dxa"/>
          </w:tcPr>
          <w:p w14:paraId="44E0F526" w14:textId="77777777" w:rsidR="0042102A" w:rsidRDefault="0042102A" w:rsidP="0042102A">
            <w:pPr>
              <w:jc w:val="both"/>
            </w:pPr>
          </w:p>
          <w:p w14:paraId="242B2658" w14:textId="77777777" w:rsidR="0042102A" w:rsidRDefault="0042102A" w:rsidP="0042102A">
            <w:pPr>
              <w:jc w:val="both"/>
            </w:pPr>
          </w:p>
        </w:tc>
        <w:tc>
          <w:tcPr>
            <w:tcW w:w="5018" w:type="dxa"/>
          </w:tcPr>
          <w:p w14:paraId="266ACFDE" w14:textId="77777777" w:rsidR="0042102A" w:rsidRDefault="0042102A" w:rsidP="0042102A">
            <w:pPr>
              <w:jc w:val="both"/>
            </w:pPr>
          </w:p>
        </w:tc>
      </w:tr>
    </w:tbl>
    <w:p w14:paraId="71525CC6" w14:textId="1457729C" w:rsidR="00A135F5" w:rsidRDefault="00A135F5" w:rsidP="00CA7882">
      <w:pPr>
        <w:spacing w:line="360" w:lineRule="auto"/>
      </w:pPr>
    </w:p>
    <w:sectPr w:rsidR="00A135F5" w:rsidSect="004228D7">
      <w:type w:val="continuous"/>
      <w:pgSz w:w="12240" w:h="15840"/>
      <w:pgMar w:top="72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943A0E"/>
    <w:multiLevelType w:val="hybridMultilevel"/>
    <w:tmpl w:val="B3622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D2154E"/>
    <w:multiLevelType w:val="hybridMultilevel"/>
    <w:tmpl w:val="05669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F3482F"/>
    <w:multiLevelType w:val="singleLevel"/>
    <w:tmpl w:val="00000000"/>
    <w:lvl w:ilvl="0">
      <w:start w:val="1"/>
      <w:numFmt w:val="decimal"/>
      <w:suff w:val="space"/>
      <w:lvlText w:val="%1."/>
      <w:lvlJc w:val="left"/>
    </w:lvl>
  </w:abstractNum>
  <w:abstractNum w:abstractNumId="4">
    <w:nsid w:val="58410C48"/>
    <w:multiLevelType w:val="hybridMultilevel"/>
    <w:tmpl w:val="9A58B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EA7697"/>
    <w:multiLevelType w:val="hybridMultilevel"/>
    <w:tmpl w:val="ACE8E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E42F1A"/>
    <w:multiLevelType w:val="hybridMultilevel"/>
    <w:tmpl w:val="66380B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BD381B"/>
    <w:multiLevelType w:val="hybridMultilevel"/>
    <w:tmpl w:val="24089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5B8"/>
    <w:rsid w:val="00027BA1"/>
    <w:rsid w:val="001348D6"/>
    <w:rsid w:val="001C2081"/>
    <w:rsid w:val="00302193"/>
    <w:rsid w:val="00315846"/>
    <w:rsid w:val="003165C9"/>
    <w:rsid w:val="003914E3"/>
    <w:rsid w:val="00392FB2"/>
    <w:rsid w:val="0042102A"/>
    <w:rsid w:val="004228D7"/>
    <w:rsid w:val="004D0A98"/>
    <w:rsid w:val="004E11D1"/>
    <w:rsid w:val="005245F6"/>
    <w:rsid w:val="00567FB1"/>
    <w:rsid w:val="0063080C"/>
    <w:rsid w:val="006A4C28"/>
    <w:rsid w:val="007F0F40"/>
    <w:rsid w:val="00811287"/>
    <w:rsid w:val="008A0054"/>
    <w:rsid w:val="008D248E"/>
    <w:rsid w:val="0099793D"/>
    <w:rsid w:val="00A135F5"/>
    <w:rsid w:val="00AC308A"/>
    <w:rsid w:val="00B00105"/>
    <w:rsid w:val="00B21C4F"/>
    <w:rsid w:val="00B5670D"/>
    <w:rsid w:val="00B7196B"/>
    <w:rsid w:val="00BF473B"/>
    <w:rsid w:val="00CA7882"/>
    <w:rsid w:val="00D75F6A"/>
    <w:rsid w:val="00EF68B5"/>
    <w:rsid w:val="00F105B8"/>
    <w:rsid w:val="00F6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C74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5B8"/>
    <w:pPr>
      <w:ind w:left="720"/>
      <w:contextualSpacing/>
    </w:pPr>
    <w:rPr>
      <w:rFonts w:eastAsiaTheme="minorEastAsia"/>
    </w:rPr>
  </w:style>
  <w:style w:type="table" w:styleId="TableGrid">
    <w:name w:val="Table Grid"/>
    <w:basedOn w:val="TableNormal"/>
    <w:uiPriority w:val="59"/>
    <w:rsid w:val="00F105B8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00105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F68B5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%20Doc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000000"/>
      </a:dk1>
      <a:lt1>
        <a:srgbClr val="FFFFFF"/>
      </a:lt1>
      <a:dk2>
        <a:srgbClr val="242852"/>
      </a:dk2>
      <a:lt2>
        <a:srgbClr val="ACCBF9"/>
      </a:lt2>
      <a:accent1>
        <a:srgbClr val="0096FF"/>
      </a:accent1>
      <a:accent2>
        <a:srgbClr val="00FA92"/>
      </a:accent2>
      <a:accent3>
        <a:srgbClr val="9437FF"/>
      </a:accent3>
      <a:accent4>
        <a:srgbClr val="FEFB00"/>
      </a:accent4>
      <a:accent5>
        <a:srgbClr val="FF2F92"/>
      </a:accent5>
      <a:accent6>
        <a:srgbClr val="00FCFF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29DDB6A-B66F-9341-963F-66907ED5F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Teacher Doc.dotx</Template>
  <TotalTime>1</TotalTime>
  <Pages>2</Pages>
  <Words>253</Words>
  <Characters>1445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2017-09-07T15:07:00Z</cp:lastPrinted>
  <dcterms:created xsi:type="dcterms:W3CDTF">2017-09-07T16:47:00Z</dcterms:created>
  <dcterms:modified xsi:type="dcterms:W3CDTF">2017-09-07T16:47:00Z</dcterms:modified>
</cp:coreProperties>
</file>